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B20640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7016EC" w:rsidRPr="00010F86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7016EC" w:rsidRPr="00010F86">
        <w:rPr>
          <w:rFonts w:eastAsia="Times New Roman" w:cs="Times New Roman"/>
          <w:b/>
          <w:highlight w:val="yellow"/>
          <w:lang w:eastAsia="cs-CZ"/>
        </w:rPr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7016EC" w:rsidRPr="00010F86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end"/>
      </w:r>
      <w:bookmarkEnd w:id="0"/>
    </w:p>
    <w:p w14:paraId="59466B6D" w14:textId="7D24AF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E" w14:textId="72923D5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F" w14:textId="2904B5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7F2F76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Hlk207175384"/>
      <w:r w:rsidR="00243E8A" w:rsidRPr="002E1AAB">
        <w:rPr>
          <w:b/>
        </w:rPr>
        <w:t>Vypracování projektové dokumentace</w:t>
      </w:r>
      <w:r w:rsidR="00243E8A" w:rsidRPr="00746F9E">
        <w:rPr>
          <w:bCs/>
        </w:rPr>
        <w:t xml:space="preserve"> </w:t>
      </w:r>
      <w:r w:rsidR="00243E8A" w:rsidRPr="002E1AAB">
        <w:rPr>
          <w:b/>
        </w:rPr>
        <w:t>„Oprava trati v úseku Dlouhá Třebová – Ústí nad Orlicí, most v km 252,986“</w:t>
      </w:r>
      <w:bookmarkEnd w:id="1"/>
      <w:r w:rsidRPr="007016E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2E1AA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2E1AA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94E25BD" w:rsidR="009F392E" w:rsidRPr="00AA121C" w:rsidRDefault="008145D7" w:rsidP="00AA121C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AA12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45AF6A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7016EC">
      <w:rPr>
        <w:rStyle w:val="Zvraznn"/>
      </w:rPr>
      <w:t>7</w:t>
    </w:r>
    <w:r>
      <w:rPr>
        <w:rStyle w:val="Zvraznn"/>
      </w:rPr>
      <w:t xml:space="preserve">.2 a </w:t>
    </w:r>
    <w:r w:rsidR="007016EC">
      <w:rPr>
        <w:rStyle w:val="Zvraznn"/>
      </w:rPr>
      <w:t>7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164"/>
    <w:rsid w:val="00207DF5"/>
    <w:rsid w:val="00243E8A"/>
    <w:rsid w:val="00280E07"/>
    <w:rsid w:val="002811DF"/>
    <w:rsid w:val="002C31BF"/>
    <w:rsid w:val="002D08B1"/>
    <w:rsid w:val="002E0CD7"/>
    <w:rsid w:val="002E1AAB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2E2D"/>
    <w:rsid w:val="006A5570"/>
    <w:rsid w:val="006A689C"/>
    <w:rsid w:val="006B3D79"/>
    <w:rsid w:val="006D7AFE"/>
    <w:rsid w:val="006E0578"/>
    <w:rsid w:val="006E314D"/>
    <w:rsid w:val="007016E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121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35FE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042E"/>
    <w:rsid w:val="0049171C"/>
    <w:rsid w:val="00710200"/>
    <w:rsid w:val="0087094D"/>
    <w:rsid w:val="00B72819"/>
    <w:rsid w:val="00BE31C7"/>
    <w:rsid w:val="00C601C7"/>
    <w:rsid w:val="00F85133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489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Havlová Veronika</cp:lastModifiedBy>
  <cp:revision>16</cp:revision>
  <cp:lastPrinted>2017-11-28T17:18:00Z</cp:lastPrinted>
  <dcterms:created xsi:type="dcterms:W3CDTF">2023-11-16T10:29:00Z</dcterms:created>
  <dcterms:modified xsi:type="dcterms:W3CDTF">2025-09-03T05:41:00Z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